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E9B5" w14:textId="24C4F607" w:rsidR="00B33886" w:rsidRPr="00970053" w:rsidRDefault="00B33886" w:rsidP="00B33886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Attachment 2</w:t>
      </w:r>
    </w:p>
    <w:p w14:paraId="633FC0C2" w14:textId="77777777" w:rsidR="00B33886" w:rsidRDefault="00B33886" w:rsidP="00D6365C">
      <w:pPr>
        <w:pStyle w:val="ARTartustawynprozporzdzenia"/>
        <w:ind w:firstLine="0"/>
        <w:jc w:val="right"/>
        <w:rPr>
          <w:rStyle w:val="Ppogrubienie"/>
        </w:rPr>
      </w:pPr>
      <w:r>
        <w:t xml:space="preserve">to Occupational Health and Safety Requirements for Contractors and Visitors  </w:t>
      </w:r>
    </w:p>
    <w:p w14:paraId="31A178C6" w14:textId="77777777" w:rsidR="00F728BD" w:rsidRPr="006D1704" w:rsidRDefault="00F728BD" w:rsidP="005749DB">
      <w:pPr>
        <w:pStyle w:val="Nagwek"/>
        <w:tabs>
          <w:tab w:val="left" w:pos="708"/>
        </w:tabs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2761"/>
        <w:tblW w:w="107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460D0D" w:rsidRPr="00877578" w14:paraId="5CB2D6B4" w14:textId="77777777" w:rsidTr="00F728BD">
        <w:trPr>
          <w:trHeight w:val="145"/>
        </w:trPr>
        <w:tc>
          <w:tcPr>
            <w:tcW w:w="3403" w:type="dxa"/>
            <w:gridSpan w:val="2"/>
          </w:tcPr>
          <w:p w14:paraId="418ACF29" w14:textId="77777777" w:rsidR="00460D0D" w:rsidRPr="00877578" w:rsidRDefault="00460D0D" w:rsidP="00F728BD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.................................................</w:t>
            </w:r>
          </w:p>
        </w:tc>
        <w:tc>
          <w:tcPr>
            <w:tcW w:w="2175" w:type="dxa"/>
          </w:tcPr>
          <w:p w14:paraId="053A32A3" w14:textId="77777777" w:rsidR="00460D0D" w:rsidRPr="00877578" w:rsidRDefault="00460D0D" w:rsidP="00F728BD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</w:t>
            </w:r>
          </w:p>
        </w:tc>
        <w:tc>
          <w:tcPr>
            <w:tcW w:w="3131" w:type="dxa"/>
          </w:tcPr>
          <w:p w14:paraId="24B5496B" w14:textId="77777777" w:rsidR="00460D0D" w:rsidRDefault="00460D0D" w:rsidP="00F728BD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.............................................</w:t>
            </w:r>
          </w:p>
        </w:tc>
        <w:tc>
          <w:tcPr>
            <w:tcW w:w="2037" w:type="dxa"/>
            <w:gridSpan w:val="2"/>
          </w:tcPr>
          <w:p w14:paraId="59CE5C2B" w14:textId="77777777" w:rsidR="00460D0D" w:rsidRDefault="00460D0D" w:rsidP="00F728BD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</w:t>
            </w:r>
          </w:p>
        </w:tc>
      </w:tr>
      <w:tr w:rsidR="00460D0D" w:rsidRPr="00877578" w14:paraId="4371D32D" w14:textId="77777777" w:rsidTr="00F728BD">
        <w:trPr>
          <w:trHeight w:val="204"/>
        </w:trPr>
        <w:tc>
          <w:tcPr>
            <w:tcW w:w="3403" w:type="dxa"/>
            <w:gridSpan w:val="2"/>
          </w:tcPr>
          <w:p w14:paraId="53E3A59C" w14:textId="77777777" w:rsidR="00460D0D" w:rsidRPr="00877578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Contractor</w:t>
            </w:r>
          </w:p>
        </w:tc>
        <w:tc>
          <w:tcPr>
            <w:tcW w:w="2175" w:type="dxa"/>
          </w:tcPr>
          <w:p w14:paraId="5F5532ED" w14:textId="77777777" w:rsidR="00460D0D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28FA575" w14:textId="77777777" w:rsidR="00460D0D" w:rsidRPr="00877578" w:rsidRDefault="00460D0D" w:rsidP="00F728BD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131" w:type="dxa"/>
          </w:tcPr>
          <w:p w14:paraId="3BCB60E8" w14:textId="77777777" w:rsidR="00460D0D" w:rsidRPr="00877578" w:rsidRDefault="00460D0D" w:rsidP="00F728BD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Place,</w:t>
            </w:r>
          </w:p>
        </w:tc>
        <w:tc>
          <w:tcPr>
            <w:tcW w:w="2037" w:type="dxa"/>
            <w:gridSpan w:val="2"/>
          </w:tcPr>
          <w:p w14:paraId="0451713D" w14:textId="77777777" w:rsidR="00460D0D" w:rsidRPr="00877578" w:rsidRDefault="00460D0D" w:rsidP="00F728BD">
            <w:pPr>
              <w:spacing w:after="0" w:line="360" w:lineRule="auto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date</w:t>
            </w:r>
          </w:p>
        </w:tc>
      </w:tr>
      <w:tr w:rsidR="00460D0D" w:rsidRPr="00227A24" w14:paraId="58233AEB" w14:textId="77777777" w:rsidTr="00F72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61" w:type="dxa"/>
          <w:trHeight w:val="989"/>
        </w:trPr>
        <w:tc>
          <w:tcPr>
            <w:tcW w:w="9298" w:type="dxa"/>
            <w:gridSpan w:val="4"/>
            <w:shd w:val="clear" w:color="auto" w:fill="F3F3F3"/>
          </w:tcPr>
          <w:p w14:paraId="00BF5106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46940754" w14:textId="77777777" w:rsidR="00460D0D" w:rsidRDefault="00460D0D" w:rsidP="00F728BD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Incident information</w:t>
            </w:r>
          </w:p>
          <w:p w14:paraId="37EA0B8B" w14:textId="77777777" w:rsidR="00460D0D" w:rsidRPr="006D1704" w:rsidRDefault="00460D0D" w:rsidP="00F728BD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28C99343" w14:textId="2CE1FEB3" w:rsidR="00460D0D" w:rsidRPr="00227A24" w:rsidRDefault="00460D0D" w:rsidP="00F728BD">
            <w:pPr>
              <w:jc w:val="center"/>
              <w:rPr>
                <w:rFonts w:cs="Arial"/>
              </w:rPr>
            </w:pPr>
            <w:r>
              <w:rPr>
                <w:b/>
                <w:sz w:val="28"/>
              </w:rPr>
              <w:t>Part I – Preliminary information</w:t>
            </w:r>
          </w:p>
        </w:tc>
      </w:tr>
    </w:tbl>
    <w:p w14:paraId="45091EA8" w14:textId="77777777" w:rsidR="00F728BD" w:rsidRDefault="00F728BD" w:rsidP="00877578">
      <w:pPr>
        <w:rPr>
          <w:szCs w:val="20"/>
        </w:rPr>
      </w:pPr>
    </w:p>
    <w:p w14:paraId="2AB4137C" w14:textId="77777777" w:rsidR="00BB4519" w:rsidRDefault="00BB4519" w:rsidP="00877578">
      <w:pPr>
        <w:rPr>
          <w:szCs w:val="20"/>
        </w:rPr>
      </w:pPr>
    </w:p>
    <w:p w14:paraId="775E3FCF" w14:textId="16773B89" w:rsidR="00877578" w:rsidRDefault="00C34EC1" w:rsidP="00877578">
      <w:pPr>
        <w:rPr>
          <w:szCs w:val="20"/>
        </w:rPr>
      </w:pPr>
      <w:r>
        <w:t xml:space="preserve">I hereby report that on: (date) …………………… at (time): ……………………  an </w:t>
      </w:r>
      <w:r w:rsidR="009106FC">
        <w:t>I</w:t>
      </w:r>
      <w:r>
        <w:t xml:space="preserve">ncident </w:t>
      </w:r>
      <w:r>
        <w:rPr>
          <w:vertAlign w:val="superscript"/>
        </w:rPr>
        <w:t>1)</w:t>
      </w:r>
      <w:r>
        <w:t xml:space="preserve"> took place:</w:t>
      </w:r>
    </w:p>
    <w:p w14:paraId="75C2EFE4" w14:textId="35BDE083" w:rsidR="00E46CBF" w:rsidRDefault="00246C13" w:rsidP="00E46CBF">
      <w:pPr>
        <w:pStyle w:val="Akapitzlist"/>
        <w:numPr>
          <w:ilvl w:val="0"/>
          <w:numId w:val="26"/>
        </w:numPr>
        <w:rPr>
          <w:szCs w:val="20"/>
        </w:rPr>
      </w:pPr>
      <w:r>
        <w:t>Accident:</w:t>
      </w:r>
    </w:p>
    <w:p w14:paraId="5279FC3B" w14:textId="77777777" w:rsidR="00E46CBF" w:rsidRDefault="00E46CBF" w:rsidP="00E46CBF">
      <w:pPr>
        <w:pStyle w:val="Akapitzlist"/>
        <w:numPr>
          <w:ilvl w:val="0"/>
          <w:numId w:val="27"/>
        </w:numPr>
        <w:rPr>
          <w:szCs w:val="20"/>
        </w:rPr>
      </w:pPr>
      <w:r>
        <w:t>individual/collective/serious/fatal*</w:t>
      </w:r>
    </w:p>
    <w:p w14:paraId="2CCE4DC2" w14:textId="77777777" w:rsid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t>Fire</w:t>
      </w:r>
    </w:p>
    <w:p w14:paraId="0189DBA7" w14:textId="77777777" w:rsidR="00E46CBF" w:rsidRP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t>Explosion</w:t>
      </w:r>
    </w:p>
    <w:p w14:paraId="20BC56C8" w14:textId="7733AA8B" w:rsidR="002F157C" w:rsidRDefault="00E46CBF" w:rsidP="002F157C">
      <w:pPr>
        <w:spacing w:after="0"/>
        <w:rPr>
          <w:szCs w:val="20"/>
        </w:rPr>
      </w:pPr>
      <w:r>
        <w:t>During the performance of Task ……………………………………</w:t>
      </w:r>
      <w:proofErr w:type="gramStart"/>
      <w:r>
        <w:t>.,…</w:t>
      </w:r>
      <w:proofErr w:type="gramEnd"/>
      <w:r>
        <w:t>……………………………………</w:t>
      </w:r>
    </w:p>
    <w:p w14:paraId="745A0A93" w14:textId="77777777" w:rsidR="002F157C" w:rsidRPr="00877578" w:rsidRDefault="002F157C" w:rsidP="002F157C">
      <w:pPr>
        <w:spacing w:after="0"/>
        <w:rPr>
          <w:szCs w:val="20"/>
        </w:rPr>
      </w:pPr>
    </w:p>
    <w:p w14:paraId="3D549F87" w14:textId="77777777" w:rsidR="00877578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t xml:space="preserve">Incident location </w:t>
      </w:r>
    </w:p>
    <w:p w14:paraId="7278D27C" w14:textId="0042C859" w:rsidR="00DF4F0E" w:rsidRDefault="00DF4F0E" w:rsidP="003B4D91">
      <w:pPr>
        <w:ind w:left="426"/>
        <w:rPr>
          <w:szCs w:val="20"/>
        </w:rPr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2FD416" w14:textId="77777777" w:rsidR="00877578" w:rsidRDefault="00F30D6F" w:rsidP="003B4D91">
      <w:pPr>
        <w:numPr>
          <w:ilvl w:val="0"/>
          <w:numId w:val="25"/>
        </w:numPr>
        <w:ind w:left="360"/>
        <w:rPr>
          <w:szCs w:val="20"/>
        </w:rPr>
      </w:pPr>
      <w:r>
        <w:t>Short description of the Incident (cause, circumstances, course, consequences):</w:t>
      </w:r>
    </w:p>
    <w:p w14:paraId="65E81F57" w14:textId="6D053FD1" w:rsidR="00DF4F0E" w:rsidRPr="00DF4F0E" w:rsidRDefault="00DF4F0E" w:rsidP="003B4D91">
      <w:pPr>
        <w:pStyle w:val="Akapitzlist"/>
        <w:ind w:left="426"/>
        <w:rPr>
          <w:szCs w:val="20"/>
        </w:rPr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073429" w14:textId="77777777" w:rsidR="00877578" w:rsidRPr="00F30D6F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t>In connection with the Incident, actions were taken by external agencies YES/NO *, such as</w:t>
      </w:r>
      <w:r>
        <w:rPr>
          <w:vertAlign w:val="superscript"/>
        </w:rPr>
        <w:t>1)</w:t>
      </w:r>
      <w:r>
        <w:t>:</w:t>
      </w:r>
    </w:p>
    <w:p w14:paraId="5068BD6B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>Police</w:t>
      </w:r>
    </w:p>
    <w:p w14:paraId="5D37985F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>Ambulance Service</w:t>
      </w:r>
    </w:p>
    <w:p w14:paraId="38DD60EF" w14:textId="77777777" w:rsidR="00E46CBF" w:rsidRDefault="00D5776A" w:rsidP="00E46CBF">
      <w:pPr>
        <w:pStyle w:val="Akapitzlist"/>
        <w:numPr>
          <w:ilvl w:val="0"/>
          <w:numId w:val="28"/>
        </w:numPr>
        <w:rPr>
          <w:szCs w:val="20"/>
        </w:rPr>
      </w:pPr>
      <w:r>
        <w:t>State Fire Service</w:t>
      </w:r>
    </w:p>
    <w:p w14:paraId="1FDC844C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t>National Labour Inspectorate</w:t>
      </w:r>
    </w:p>
    <w:p w14:paraId="55D1C5A5" w14:textId="7899FD6E" w:rsidR="00877578" w:rsidRPr="006D1704" w:rsidRDefault="00E46CBF" w:rsidP="00877578">
      <w:pPr>
        <w:pStyle w:val="Akapitzlist"/>
        <w:numPr>
          <w:ilvl w:val="0"/>
          <w:numId w:val="28"/>
        </w:numPr>
        <w:rPr>
          <w:szCs w:val="20"/>
        </w:rPr>
      </w:pPr>
      <w:r>
        <w:t>Public Prosecutor’s Office</w:t>
      </w: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877578" w:rsidRPr="00877578" w14:paraId="4604671F" w14:textId="77777777" w:rsidTr="007B70A2">
        <w:tc>
          <w:tcPr>
            <w:tcW w:w="3755" w:type="dxa"/>
          </w:tcPr>
          <w:p w14:paraId="6B981FAF" w14:textId="77777777" w:rsidR="00877578" w:rsidRPr="00877578" w:rsidRDefault="00877578" w:rsidP="00DF4F0E">
            <w:pPr>
              <w:spacing w:after="0"/>
              <w:rPr>
                <w:szCs w:val="20"/>
              </w:rPr>
            </w:pPr>
            <w:r>
              <w:t>......................................................</w:t>
            </w:r>
          </w:p>
        </w:tc>
      </w:tr>
      <w:tr w:rsidR="00877578" w:rsidRPr="00877578" w14:paraId="1D7AA576" w14:textId="77777777" w:rsidTr="007B70A2">
        <w:tc>
          <w:tcPr>
            <w:tcW w:w="3755" w:type="dxa"/>
          </w:tcPr>
          <w:p w14:paraId="31F4F57E" w14:textId="6BC1E677" w:rsidR="00877578" w:rsidRPr="00877578" w:rsidRDefault="00877578" w:rsidP="0087757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signature of the Contractor's representative/Team Leader</w:t>
            </w:r>
          </w:p>
        </w:tc>
      </w:tr>
    </w:tbl>
    <w:p w14:paraId="052A6CAC" w14:textId="77777777" w:rsidR="005749DB" w:rsidRPr="00F30D6F" w:rsidRDefault="00877578" w:rsidP="00F30D6F">
      <w:pPr>
        <w:spacing w:after="0" w:line="240" w:lineRule="auto"/>
        <w:rPr>
          <w:sz w:val="16"/>
          <w:szCs w:val="16"/>
        </w:rPr>
      </w:pPr>
      <w:r>
        <w:rPr>
          <w:sz w:val="16"/>
        </w:rPr>
        <w:t>* delete as appropriate</w:t>
      </w:r>
    </w:p>
    <w:p w14:paraId="4797BCEE" w14:textId="469C707A" w:rsidR="00F30D6F" w:rsidRDefault="00F30D6F" w:rsidP="00F30D6F">
      <w:pPr>
        <w:spacing w:after="0" w:line="240" w:lineRule="auto"/>
        <w:rPr>
          <w:sz w:val="16"/>
          <w:szCs w:val="16"/>
        </w:rPr>
      </w:pPr>
      <w:r>
        <w:rPr>
          <w:sz w:val="16"/>
        </w:rPr>
        <w:t>1) tick as appropriate</w:t>
      </w:r>
    </w:p>
    <w:p w14:paraId="7A93DA8C" w14:textId="7DB05524" w:rsidR="006D1704" w:rsidRDefault="006D1704" w:rsidP="00F30D6F">
      <w:pPr>
        <w:spacing w:after="0" w:line="240" w:lineRule="auto"/>
        <w:rPr>
          <w:sz w:val="16"/>
          <w:szCs w:val="16"/>
        </w:rPr>
      </w:pPr>
    </w:p>
    <w:p w14:paraId="70BF3E09" w14:textId="73BBD820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085F4362" w14:textId="49A8AE8A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73CB6DA" w14:textId="1F3FB76B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A6C3EC3" w14:textId="55B0B633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10AA1B15" w14:textId="68DDB36B" w:rsidR="00B04115" w:rsidRDefault="00B04115" w:rsidP="00F30D6F">
      <w:pPr>
        <w:spacing w:after="0" w:line="240" w:lineRule="auto"/>
        <w:rPr>
          <w:sz w:val="16"/>
          <w:szCs w:val="16"/>
        </w:rPr>
      </w:pPr>
    </w:p>
    <w:p w14:paraId="1C38F1F4" w14:textId="77777777" w:rsidR="00B04115" w:rsidRDefault="00B04115" w:rsidP="00F30D6F">
      <w:pPr>
        <w:spacing w:after="0" w:line="240" w:lineRule="auto"/>
        <w:rPr>
          <w:sz w:val="16"/>
          <w:szCs w:val="16"/>
        </w:rPr>
      </w:pPr>
    </w:p>
    <w:tbl>
      <w:tblPr>
        <w:tblW w:w="1074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3B4D91" w:rsidRPr="00877578" w14:paraId="163C1723" w14:textId="77777777" w:rsidTr="008578B3">
        <w:trPr>
          <w:trHeight w:val="777"/>
          <w:jc w:val="center"/>
        </w:trPr>
        <w:tc>
          <w:tcPr>
            <w:tcW w:w="3404" w:type="dxa"/>
            <w:gridSpan w:val="2"/>
            <w:vAlign w:val="bottom"/>
          </w:tcPr>
          <w:p w14:paraId="5A9E5FAE" w14:textId="77777777" w:rsidR="003B4D91" w:rsidRPr="00877578" w:rsidRDefault="003B4D91" w:rsidP="00F14C25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.................................................</w:t>
            </w:r>
          </w:p>
        </w:tc>
        <w:tc>
          <w:tcPr>
            <w:tcW w:w="2220" w:type="dxa"/>
            <w:vAlign w:val="bottom"/>
          </w:tcPr>
          <w:p w14:paraId="08C97D17" w14:textId="77777777" w:rsidR="003B4D91" w:rsidRPr="00877578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</w:t>
            </w:r>
          </w:p>
        </w:tc>
        <w:tc>
          <w:tcPr>
            <w:tcW w:w="3071" w:type="dxa"/>
            <w:vAlign w:val="bottom"/>
          </w:tcPr>
          <w:p w14:paraId="34D09DE5" w14:textId="77777777" w:rsidR="003B4D91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.............................................</w:t>
            </w:r>
          </w:p>
        </w:tc>
        <w:tc>
          <w:tcPr>
            <w:tcW w:w="2051" w:type="dxa"/>
            <w:gridSpan w:val="2"/>
            <w:vAlign w:val="bottom"/>
          </w:tcPr>
          <w:p w14:paraId="4246190E" w14:textId="77777777" w:rsidR="003B4D91" w:rsidRDefault="003B4D91" w:rsidP="00F14C25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</w:rPr>
            </w:pPr>
            <w:r>
              <w:rPr>
                <w:sz w:val="24"/>
              </w:rPr>
              <w:t>.....................</w:t>
            </w:r>
          </w:p>
        </w:tc>
      </w:tr>
      <w:tr w:rsidR="003B4D91" w:rsidRPr="00877578" w14:paraId="31BB7D7D" w14:textId="77777777" w:rsidTr="00F14C25">
        <w:trPr>
          <w:trHeight w:val="204"/>
          <w:jc w:val="center"/>
        </w:trPr>
        <w:tc>
          <w:tcPr>
            <w:tcW w:w="3404" w:type="dxa"/>
            <w:gridSpan w:val="2"/>
          </w:tcPr>
          <w:p w14:paraId="1A506685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Contractor</w:t>
            </w:r>
          </w:p>
        </w:tc>
        <w:tc>
          <w:tcPr>
            <w:tcW w:w="2220" w:type="dxa"/>
          </w:tcPr>
          <w:p w14:paraId="1979B6C3" w14:textId="77777777" w:rsidR="003B4D91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D652463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5C31EA17" w14:textId="77777777" w:rsidR="003B4D91" w:rsidRPr="00877578" w:rsidRDefault="003B4D91" w:rsidP="00F14C25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Place,</w:t>
            </w:r>
          </w:p>
        </w:tc>
        <w:tc>
          <w:tcPr>
            <w:tcW w:w="2051" w:type="dxa"/>
            <w:gridSpan w:val="2"/>
          </w:tcPr>
          <w:p w14:paraId="01EE6594" w14:textId="77777777" w:rsidR="003B4D91" w:rsidRPr="00877578" w:rsidRDefault="003B4D91" w:rsidP="00F14C25">
            <w:pPr>
              <w:spacing w:after="0" w:line="360" w:lineRule="auto"/>
              <w:rPr>
                <w:rFonts w:eastAsia="Times New Roman" w:cs="Arial"/>
                <w:sz w:val="16"/>
                <w:szCs w:val="24"/>
              </w:rPr>
            </w:pPr>
            <w:r>
              <w:rPr>
                <w:sz w:val="16"/>
              </w:rPr>
              <w:t>date</w:t>
            </w:r>
          </w:p>
        </w:tc>
      </w:tr>
      <w:tr w:rsidR="003B4D91" w:rsidRPr="00227A24" w14:paraId="6B2175C7" w14:textId="77777777" w:rsidTr="00F14C2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73" w:type="dxa"/>
          <w:trHeight w:val="989"/>
        </w:trPr>
        <w:tc>
          <w:tcPr>
            <w:tcW w:w="9286" w:type="dxa"/>
            <w:gridSpan w:val="4"/>
            <w:shd w:val="clear" w:color="auto" w:fill="F3F3F3"/>
          </w:tcPr>
          <w:p w14:paraId="00C9EA06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5D23A8D7" w14:textId="77777777" w:rsidR="003B4D91" w:rsidRDefault="003B4D91" w:rsidP="00F14C25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Incident information</w:t>
            </w:r>
          </w:p>
          <w:p w14:paraId="3C1136F2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7B75A3FF" w14:textId="397C2A7F" w:rsidR="003B4D91" w:rsidRPr="00227A24" w:rsidRDefault="003B4D91" w:rsidP="00F14C25">
            <w:pPr>
              <w:jc w:val="center"/>
              <w:rPr>
                <w:rFonts w:cs="Arial"/>
              </w:rPr>
            </w:pPr>
            <w:r>
              <w:rPr>
                <w:b/>
                <w:sz w:val="28"/>
              </w:rPr>
              <w:t>Part II: Supplementary information</w:t>
            </w:r>
          </w:p>
        </w:tc>
      </w:tr>
    </w:tbl>
    <w:p w14:paraId="2C35FDB8" w14:textId="77777777" w:rsidR="006D1704" w:rsidRDefault="006D1704" w:rsidP="006D1704">
      <w:pPr>
        <w:rPr>
          <w:b/>
          <w:bCs/>
          <w:szCs w:val="20"/>
        </w:rPr>
      </w:pPr>
    </w:p>
    <w:p w14:paraId="1BAD48E3" w14:textId="507D3D19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>Incident category</w:t>
      </w:r>
    </w:p>
    <w:p w14:paraId="6F9DCFDB" w14:textId="5E81319C" w:rsidR="006D1704" w:rsidRPr="00263DFB" w:rsidRDefault="006D1704" w:rsidP="00263DFB">
      <w:pPr>
        <w:pStyle w:val="Akapitzlist"/>
        <w:spacing w:after="0"/>
        <w:ind w:left="426"/>
        <w:rPr>
          <w:sz w:val="16"/>
          <w:szCs w:val="16"/>
        </w:rPr>
      </w:pPr>
      <w:r>
        <w:rPr>
          <w:sz w:val="16"/>
        </w:rPr>
        <w:t>(accident at work – collective/serious/ fatal/minor, dangerous incident, fire hazard or other)</w:t>
      </w:r>
    </w:p>
    <w:p w14:paraId="73BFB0A5" w14:textId="77777777" w:rsidR="00263DFB" w:rsidRDefault="00263DFB" w:rsidP="00263DFB">
      <w:pPr>
        <w:pStyle w:val="Akapitzlist"/>
        <w:spacing w:after="0"/>
        <w:ind w:left="426"/>
        <w:rPr>
          <w:szCs w:val="20"/>
        </w:rPr>
      </w:pPr>
    </w:p>
    <w:p w14:paraId="62C8AE2C" w14:textId="4B2E26E2" w:rsidR="006D1704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Incident description </w:t>
      </w:r>
    </w:p>
    <w:p w14:paraId="44969321" w14:textId="2C50352C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5DB061C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51A4F02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3F9E7AC9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3DD950B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54F9E181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t>…………………………………………………………………………………………………………………</w:t>
      </w:r>
    </w:p>
    <w:p w14:paraId="7665EBC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</w:p>
    <w:p w14:paraId="777CA3C6" w14:textId="6EDE9968" w:rsid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>Incident causes</w:t>
      </w:r>
    </w:p>
    <w:p w14:paraId="6CB01840" w14:textId="165E3F6F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>Direct cause ………………………………………………………………………………</w:t>
      </w:r>
      <w:proofErr w:type="gramStart"/>
      <w:r>
        <w:t>…..</w:t>
      </w:r>
      <w:proofErr w:type="gramEnd"/>
    </w:p>
    <w:p w14:paraId="38B4385A" w14:textId="50AF8616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t xml:space="preserve">Indirect cause </w:t>
      </w:r>
    </w:p>
    <w:p w14:paraId="78B7E61C" w14:textId="3399AA38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>Technical:</w:t>
      </w:r>
    </w:p>
    <w:p w14:paraId="2923FFBC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0AF9134E" w14:textId="5FC361F0" w:rsidR="00263DFB" w:rsidRP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>Organisational:</w:t>
      </w:r>
    </w:p>
    <w:p w14:paraId="2FA5E96F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41A95CF6" w14:textId="0CB68779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t>Human error:</w:t>
      </w:r>
    </w:p>
    <w:p w14:paraId="5177D98A" w14:textId="77777777" w:rsidR="00263DFB" w:rsidRPr="00263DFB" w:rsidRDefault="00263DFB" w:rsidP="00263DFB">
      <w:pPr>
        <w:spacing w:after="0"/>
        <w:rPr>
          <w:szCs w:val="20"/>
        </w:rPr>
      </w:pPr>
    </w:p>
    <w:p w14:paraId="183F9A33" w14:textId="6F0C943F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Consequences (assets/human) </w:t>
      </w:r>
    </w:p>
    <w:p w14:paraId="7369E807" w14:textId="01F4A453" w:rsidR="00263DFB" w:rsidRPr="00263DFB" w:rsidRDefault="00263DFB" w:rsidP="00263DFB">
      <w:pPr>
        <w:spacing w:after="0"/>
        <w:ind w:left="66"/>
        <w:rPr>
          <w:szCs w:val="20"/>
        </w:rPr>
      </w:pPr>
      <w:r>
        <w:t>………………………………………………………………………………………………………………………</w:t>
      </w:r>
    </w:p>
    <w:p w14:paraId="41FB6670" w14:textId="2251D02D" w:rsidR="00263DFB" w:rsidRDefault="00263DFB" w:rsidP="00263DFB">
      <w:pPr>
        <w:spacing w:after="0"/>
        <w:rPr>
          <w:szCs w:val="20"/>
        </w:rPr>
      </w:pPr>
      <w:r>
        <w:t>........................................................................................................................................</w:t>
      </w:r>
    </w:p>
    <w:p w14:paraId="37AC0E6A" w14:textId="77777777" w:rsidR="00263DFB" w:rsidRDefault="00263DFB" w:rsidP="00263DFB">
      <w:pPr>
        <w:spacing w:after="0"/>
        <w:rPr>
          <w:szCs w:val="20"/>
        </w:rPr>
      </w:pPr>
    </w:p>
    <w:p w14:paraId="7D62152D" w14:textId="5EB1B799" w:rsidR="00263DFB" w:rsidRP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t xml:space="preserve">Findings and recommendations, including manner of implementation </w:t>
      </w:r>
    </w:p>
    <w:p w14:paraId="47D6126D" w14:textId="5DA8CCC2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>
        <w:t>........................................................................................................................................</w:t>
      </w:r>
    </w:p>
    <w:p w14:paraId="7A8DB756" w14:textId="77777777" w:rsidR="00263DFB" w:rsidRPr="00263DFB" w:rsidRDefault="00263DFB" w:rsidP="00263DFB">
      <w:pPr>
        <w:spacing w:after="0"/>
        <w:rPr>
          <w:szCs w:val="20"/>
        </w:rPr>
      </w:pPr>
      <w:r>
        <w:t>........................................................................................................................................</w:t>
      </w:r>
    </w:p>
    <w:p w14:paraId="0DEB06F4" w14:textId="77777777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>
        <w:t>........................................................................................................................................</w:t>
      </w:r>
    </w:p>
    <w:p w14:paraId="0C7681A1" w14:textId="57F5DDB5" w:rsidR="00263DFB" w:rsidRDefault="00263DFB" w:rsidP="00263DFB">
      <w:pPr>
        <w:spacing w:after="0"/>
        <w:rPr>
          <w:szCs w:val="20"/>
        </w:rPr>
      </w:pPr>
    </w:p>
    <w:p w14:paraId="0E4744FE" w14:textId="77777777" w:rsidR="009809A8" w:rsidRDefault="009809A8" w:rsidP="00263DFB">
      <w:pPr>
        <w:spacing w:after="0"/>
        <w:rPr>
          <w:szCs w:val="20"/>
        </w:rPr>
      </w:pP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9809A8" w:rsidRPr="00877578" w14:paraId="23697C6B" w14:textId="77777777" w:rsidTr="00F14C25">
        <w:tc>
          <w:tcPr>
            <w:tcW w:w="3755" w:type="dxa"/>
          </w:tcPr>
          <w:p w14:paraId="131EE5FB" w14:textId="77777777" w:rsidR="009809A8" w:rsidRPr="00877578" w:rsidRDefault="009809A8" w:rsidP="00F14C25">
            <w:pPr>
              <w:spacing w:after="0"/>
              <w:rPr>
                <w:szCs w:val="20"/>
              </w:rPr>
            </w:pPr>
            <w:r>
              <w:t>......................................................</w:t>
            </w:r>
          </w:p>
        </w:tc>
      </w:tr>
      <w:tr w:rsidR="009809A8" w:rsidRPr="00877578" w14:paraId="6B3B2B37" w14:textId="77777777" w:rsidTr="00F14C25">
        <w:tc>
          <w:tcPr>
            <w:tcW w:w="3755" w:type="dxa"/>
          </w:tcPr>
          <w:p w14:paraId="20D6CB1F" w14:textId="77777777" w:rsidR="009809A8" w:rsidRPr="00877578" w:rsidRDefault="009809A8" w:rsidP="00F14C2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signature of the Contractor's representative/Team Leader</w:t>
            </w:r>
          </w:p>
        </w:tc>
      </w:tr>
    </w:tbl>
    <w:p w14:paraId="5CE688E7" w14:textId="77777777" w:rsidR="009809A8" w:rsidRPr="00263DFB" w:rsidRDefault="009809A8" w:rsidP="00263DFB">
      <w:pPr>
        <w:spacing w:after="0"/>
        <w:rPr>
          <w:szCs w:val="20"/>
        </w:rPr>
      </w:pPr>
    </w:p>
    <w:p w14:paraId="7E0B2F75" w14:textId="77777777" w:rsidR="006D1704" w:rsidRPr="006D1704" w:rsidRDefault="006D1704" w:rsidP="006D1704">
      <w:pPr>
        <w:rPr>
          <w:b/>
          <w:bCs/>
          <w:szCs w:val="20"/>
        </w:rPr>
      </w:pPr>
    </w:p>
    <w:sectPr w:rsidR="006D1704" w:rsidRPr="006D1704" w:rsidSect="003B4D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276" w:left="1418" w:header="709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754A" w14:textId="77777777" w:rsidR="00044D6E" w:rsidRDefault="00044D6E" w:rsidP="00790544">
      <w:pPr>
        <w:spacing w:after="0" w:line="240" w:lineRule="auto"/>
      </w:pPr>
      <w:r>
        <w:separator/>
      </w:r>
    </w:p>
  </w:endnote>
  <w:endnote w:type="continuationSeparator" w:id="0">
    <w:p w14:paraId="7A73355D" w14:textId="77777777" w:rsidR="00044D6E" w:rsidRDefault="00044D6E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248D" w14:textId="77777777" w:rsidR="00B322E8" w:rsidRDefault="00B32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23BD23ED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p w14:paraId="7047E46F" w14:textId="77777777" w:rsidR="00524C97" w:rsidRPr="005B4C9F" w:rsidRDefault="00000000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76E551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4F95AEF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348336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33EA1A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718DAF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CA4F8BC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C6532A3" w14:textId="77777777" w:rsidR="00524C97" w:rsidRPr="008A5466" w:rsidRDefault="00FC4AC7" w:rsidP="00524C97">
              <w:pPr>
                <w:pStyle w:val="Stopka"/>
                <w:jc w:val="both"/>
                <w:rPr>
                  <w:sz w:val="18"/>
                  <w:szCs w:val="18"/>
                </w:rPr>
              </w:pPr>
              <w:r>
                <w:rPr>
                  <w:noProof/>
                  <w:sz w:val="18"/>
                </w:rPr>
                <mc:AlternateContent>
                  <mc:Choice Requires="wpg">
                    <w:drawing>
                      <wp:anchor distT="0" distB="0" distL="114300" distR="114300" simplePos="0" relativeHeight="251660288" behindDoc="0" locked="0" layoutInCell="1" allowOverlap="1" wp14:anchorId="1ED55C8D" wp14:editId="7A4C5D3E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1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1479B19" id="Group 10" o:spid="_x0000_s1026" style="position:absolute;margin-left:-2.2pt;margin-top:3.0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DJSGCooCAAD/BgAADgAAAAAAAAAAAAAAAAAuAgAAZHJzL2Uyb0RvYy54bWxQSwECLQAUAAYA&#10;CAAAACEA4qLx0t0AAAAHAQAADwAAAAAAAAAAAAAAAADkBAAAZHJzL2Rvd25yZXYueG1sUEsFBgAA&#10;AAAEAAQA8wAAAO4F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jQvwAAANoAAAAPAAAAZHJzL2Rvd25yZXYueG1sRI9Bi8Iw&#10;FITvgv8hPMGbpi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AqzejQ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11545DF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0FC3159C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0FE72CC0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</w:rPr>
              </w:pPr>
              <w:r>
                <w:rPr>
                  <w:sz w:val="18"/>
                </w:rPr>
                <w:t xml:space="preserve">Revision 1 Version 1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2AC7D5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</w:rPr>
              </w:pPr>
              <w:r>
                <w:rPr>
                  <w:sz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1E5075C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</w:rPr>
                <w:t xml:space="preserve">Page </w:t>
              </w:r>
              <w:r w:rsidR="00502035" w:rsidRPr="006A3F0A">
                <w:rPr>
                  <w:sz w:val="18"/>
                </w:rPr>
                <w:fldChar w:fldCharType="begin"/>
              </w:r>
              <w:r w:rsidRPr="006A3F0A">
                <w:rPr>
                  <w:sz w:val="18"/>
                </w:rPr>
                <w:instrText>PAGE</w:instrText>
              </w:r>
              <w:r w:rsidR="00502035" w:rsidRPr="006A3F0A">
                <w:rPr>
                  <w:sz w:val="18"/>
                </w:rPr>
                <w:fldChar w:fldCharType="separate"/>
              </w:r>
              <w:r w:rsidR="004D1932">
                <w:rPr>
                  <w:sz w:val="18"/>
                </w:rPr>
                <w:t>1</w:t>
              </w:r>
              <w:r w:rsidR="00502035" w:rsidRPr="006A3F0A">
                <w:rPr>
                  <w:sz w:val="18"/>
                </w:rPr>
                <w:fldChar w:fldCharType="end"/>
              </w:r>
              <w:r>
                <w:rPr>
                  <w:sz w:val="18"/>
                </w:rPr>
                <w:t xml:space="preserve"> of </w:t>
              </w:r>
              <w:r w:rsidR="00502035" w:rsidRPr="006A3F0A">
                <w:rPr>
                  <w:sz w:val="18"/>
                </w:rPr>
                <w:fldChar w:fldCharType="begin"/>
              </w:r>
              <w:r w:rsidRPr="006A3F0A">
                <w:rPr>
                  <w:sz w:val="18"/>
                </w:rPr>
                <w:instrText>NUMPAGES</w:instrText>
              </w:r>
              <w:r w:rsidR="00502035" w:rsidRPr="006A3F0A">
                <w:rPr>
                  <w:sz w:val="18"/>
                </w:rPr>
                <w:fldChar w:fldCharType="separate"/>
              </w:r>
              <w:r w:rsidR="00C57F21">
                <w:rPr>
                  <w:sz w:val="18"/>
                </w:rPr>
                <w:t>1</w:t>
              </w:r>
              <w:r w:rsidR="00502035" w:rsidRPr="006A3F0A">
                <w:rPr>
                  <w:sz w:val="18"/>
                </w:rPr>
                <w:fldChar w:fldCharType="end"/>
              </w:r>
            </w:p>
          </w:tc>
        </w:tr>
      </w:tbl>
      <w:p w14:paraId="4A20ABA2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E0ED" w14:textId="77777777" w:rsidR="00044D6E" w:rsidRDefault="00044D6E" w:rsidP="00790544">
      <w:pPr>
        <w:spacing w:after="0" w:line="240" w:lineRule="auto"/>
      </w:pPr>
      <w:r>
        <w:separator/>
      </w:r>
    </w:p>
  </w:footnote>
  <w:footnote w:type="continuationSeparator" w:id="0">
    <w:p w14:paraId="78DAADEB" w14:textId="77777777" w:rsidR="00044D6E" w:rsidRDefault="00044D6E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C215" w14:textId="77777777" w:rsidR="00B322E8" w:rsidRDefault="00B32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2EE4" w14:textId="77777777" w:rsidR="00524C97" w:rsidRPr="003D4398" w:rsidRDefault="00524C97" w:rsidP="005718C9">
    <w:pPr>
      <w:pStyle w:val="Nagwek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2B2AD105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E41BE35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</w:rPr>
            <w:t xml:space="preserve">Attachment No. 1 to the Recruitment Procedure at Operator Gazociągów Przesyłowych GAZ-SYSTEM S.A. </w:t>
          </w:r>
        </w:p>
      </w:tc>
    </w:tr>
    <w:tr w:rsidR="00524C97" w14:paraId="617306D3" w14:textId="77777777" w:rsidTr="00524C97">
      <w:tc>
        <w:tcPr>
          <w:tcW w:w="10639" w:type="dxa"/>
        </w:tcPr>
        <w:p w14:paraId="24A17786" w14:textId="77777777" w:rsidR="00524C97" w:rsidRDefault="00FC4AC7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1CBCE7DB" wp14:editId="161781A5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4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7101C1B" id="Group 22" o:spid="_x0000_s1026" style="position:absolute;margin-left:-5.15pt;margin-top:5.65pt;width:531.65pt;height:.05pt;z-index:2516633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</w:tbl>
  <w:p w14:paraId="14D9C0DE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B09"/>
    <w:multiLevelType w:val="hybridMultilevel"/>
    <w:tmpl w:val="6DA4C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0C856CCB"/>
    <w:multiLevelType w:val="hybridMultilevel"/>
    <w:tmpl w:val="F2CC3B76"/>
    <w:lvl w:ilvl="0" w:tplc="40740D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404F"/>
    <w:multiLevelType w:val="hybridMultilevel"/>
    <w:tmpl w:val="57664050"/>
    <w:lvl w:ilvl="0" w:tplc="A29257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8" w15:restartNumberingAfterBreak="0">
    <w:nsid w:val="1AA730D2"/>
    <w:multiLevelType w:val="hybridMultilevel"/>
    <w:tmpl w:val="2CF86C68"/>
    <w:lvl w:ilvl="0" w:tplc="A292578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2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2595"/>
    <w:multiLevelType w:val="hybridMultilevel"/>
    <w:tmpl w:val="11265F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0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1A45"/>
    <w:multiLevelType w:val="hybridMultilevel"/>
    <w:tmpl w:val="FA4E06B2"/>
    <w:lvl w:ilvl="0" w:tplc="A292578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0" w15:restartNumberingAfterBreak="0">
    <w:nsid w:val="7EEC7492"/>
    <w:multiLevelType w:val="hybridMultilevel"/>
    <w:tmpl w:val="6AE2D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96953">
    <w:abstractNumId w:val="13"/>
  </w:num>
  <w:num w:numId="2" w16cid:durableId="672534629">
    <w:abstractNumId w:val="24"/>
  </w:num>
  <w:num w:numId="3" w16cid:durableId="729040974">
    <w:abstractNumId w:val="28"/>
  </w:num>
  <w:num w:numId="4" w16cid:durableId="1174304390">
    <w:abstractNumId w:val="20"/>
  </w:num>
  <w:num w:numId="5" w16cid:durableId="1378555302">
    <w:abstractNumId w:val="11"/>
  </w:num>
  <w:num w:numId="6" w16cid:durableId="1445030421">
    <w:abstractNumId w:val="3"/>
  </w:num>
  <w:num w:numId="7" w16cid:durableId="43021145">
    <w:abstractNumId w:val="15"/>
  </w:num>
  <w:num w:numId="8" w16cid:durableId="626082500">
    <w:abstractNumId w:val="12"/>
  </w:num>
  <w:num w:numId="9" w16cid:durableId="1663310753">
    <w:abstractNumId w:val="27"/>
  </w:num>
  <w:num w:numId="10" w16cid:durableId="301430474">
    <w:abstractNumId w:val="9"/>
  </w:num>
  <w:num w:numId="11" w16cid:durableId="922492087">
    <w:abstractNumId w:val="26"/>
  </w:num>
  <w:num w:numId="12" w16cid:durableId="1428114568">
    <w:abstractNumId w:val="19"/>
  </w:num>
  <w:num w:numId="13" w16cid:durableId="830564760">
    <w:abstractNumId w:val="17"/>
  </w:num>
  <w:num w:numId="14" w16cid:durableId="1709796837">
    <w:abstractNumId w:val="7"/>
  </w:num>
  <w:num w:numId="15" w16cid:durableId="1183083621">
    <w:abstractNumId w:val="23"/>
  </w:num>
  <w:num w:numId="16" w16cid:durableId="502820359">
    <w:abstractNumId w:val="21"/>
  </w:num>
  <w:num w:numId="17" w16cid:durableId="534856555">
    <w:abstractNumId w:val="18"/>
  </w:num>
  <w:num w:numId="18" w16cid:durableId="506486715">
    <w:abstractNumId w:val="1"/>
  </w:num>
  <w:num w:numId="19" w16cid:durableId="848251430">
    <w:abstractNumId w:val="10"/>
  </w:num>
  <w:num w:numId="20" w16cid:durableId="1965190654">
    <w:abstractNumId w:val="29"/>
  </w:num>
  <w:num w:numId="21" w16cid:durableId="1586957470">
    <w:abstractNumId w:val="5"/>
  </w:num>
  <w:num w:numId="22" w16cid:durableId="1517771612">
    <w:abstractNumId w:val="14"/>
  </w:num>
  <w:num w:numId="23" w16cid:durableId="633104716">
    <w:abstractNumId w:val="2"/>
  </w:num>
  <w:num w:numId="24" w16cid:durableId="927887869">
    <w:abstractNumId w:val="22"/>
  </w:num>
  <w:num w:numId="25" w16cid:durableId="1866399936">
    <w:abstractNumId w:val="30"/>
  </w:num>
  <w:num w:numId="26" w16cid:durableId="360057340">
    <w:abstractNumId w:val="6"/>
  </w:num>
  <w:num w:numId="27" w16cid:durableId="934242574">
    <w:abstractNumId w:val="4"/>
  </w:num>
  <w:num w:numId="28" w16cid:durableId="696466306">
    <w:abstractNumId w:val="25"/>
  </w:num>
  <w:num w:numId="29" w16cid:durableId="1422800534">
    <w:abstractNumId w:val="0"/>
  </w:num>
  <w:num w:numId="30" w16cid:durableId="1977098142">
    <w:abstractNumId w:val="16"/>
  </w:num>
  <w:num w:numId="31" w16cid:durableId="31394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87"/>
    <w:rsid w:val="000026FD"/>
    <w:rsid w:val="00006473"/>
    <w:rsid w:val="00013B3F"/>
    <w:rsid w:val="00026CE2"/>
    <w:rsid w:val="0004254A"/>
    <w:rsid w:val="0004484B"/>
    <w:rsid w:val="00044D6E"/>
    <w:rsid w:val="00047501"/>
    <w:rsid w:val="00056144"/>
    <w:rsid w:val="00064AEF"/>
    <w:rsid w:val="00066829"/>
    <w:rsid w:val="00067171"/>
    <w:rsid w:val="00072A00"/>
    <w:rsid w:val="00074138"/>
    <w:rsid w:val="000749D6"/>
    <w:rsid w:val="00077834"/>
    <w:rsid w:val="000815FF"/>
    <w:rsid w:val="00082154"/>
    <w:rsid w:val="00091025"/>
    <w:rsid w:val="00092711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E265F"/>
    <w:rsid w:val="000E3369"/>
    <w:rsid w:val="000E5AB0"/>
    <w:rsid w:val="000F08D1"/>
    <w:rsid w:val="000F1530"/>
    <w:rsid w:val="00110244"/>
    <w:rsid w:val="001152EF"/>
    <w:rsid w:val="00122934"/>
    <w:rsid w:val="001268B4"/>
    <w:rsid w:val="00127211"/>
    <w:rsid w:val="00127263"/>
    <w:rsid w:val="00132648"/>
    <w:rsid w:val="00134205"/>
    <w:rsid w:val="001448AA"/>
    <w:rsid w:val="00146B07"/>
    <w:rsid w:val="00152B85"/>
    <w:rsid w:val="001540D1"/>
    <w:rsid w:val="00156A44"/>
    <w:rsid w:val="0016512A"/>
    <w:rsid w:val="0016594A"/>
    <w:rsid w:val="001700E4"/>
    <w:rsid w:val="00176105"/>
    <w:rsid w:val="00176976"/>
    <w:rsid w:val="00177573"/>
    <w:rsid w:val="00184EC7"/>
    <w:rsid w:val="00185098"/>
    <w:rsid w:val="00195623"/>
    <w:rsid w:val="001962D4"/>
    <w:rsid w:val="001B0A9E"/>
    <w:rsid w:val="001B455C"/>
    <w:rsid w:val="001C20F2"/>
    <w:rsid w:val="001C3463"/>
    <w:rsid w:val="001D0619"/>
    <w:rsid w:val="001D3020"/>
    <w:rsid w:val="00200F12"/>
    <w:rsid w:val="00203926"/>
    <w:rsid w:val="00217939"/>
    <w:rsid w:val="0024151E"/>
    <w:rsid w:val="00245EB4"/>
    <w:rsid w:val="00246C13"/>
    <w:rsid w:val="002501BC"/>
    <w:rsid w:val="00263DFB"/>
    <w:rsid w:val="0027647D"/>
    <w:rsid w:val="00287ED9"/>
    <w:rsid w:val="00291592"/>
    <w:rsid w:val="002972A8"/>
    <w:rsid w:val="002A31B2"/>
    <w:rsid w:val="002C23C7"/>
    <w:rsid w:val="002D2267"/>
    <w:rsid w:val="002D4D73"/>
    <w:rsid w:val="002D627B"/>
    <w:rsid w:val="002F157C"/>
    <w:rsid w:val="002F7903"/>
    <w:rsid w:val="0030101A"/>
    <w:rsid w:val="00305803"/>
    <w:rsid w:val="00322506"/>
    <w:rsid w:val="00325408"/>
    <w:rsid w:val="00326539"/>
    <w:rsid w:val="003307AD"/>
    <w:rsid w:val="00331662"/>
    <w:rsid w:val="0034717F"/>
    <w:rsid w:val="00353F83"/>
    <w:rsid w:val="00361FD2"/>
    <w:rsid w:val="003722BA"/>
    <w:rsid w:val="00373BC2"/>
    <w:rsid w:val="0039534F"/>
    <w:rsid w:val="003B2752"/>
    <w:rsid w:val="003B4687"/>
    <w:rsid w:val="003B4D91"/>
    <w:rsid w:val="003C5288"/>
    <w:rsid w:val="003D4398"/>
    <w:rsid w:val="003E13C3"/>
    <w:rsid w:val="003E2EE1"/>
    <w:rsid w:val="003E6BF0"/>
    <w:rsid w:val="003F4039"/>
    <w:rsid w:val="003F5995"/>
    <w:rsid w:val="003F768B"/>
    <w:rsid w:val="00401985"/>
    <w:rsid w:val="00413E0A"/>
    <w:rsid w:val="004321C2"/>
    <w:rsid w:val="004518CF"/>
    <w:rsid w:val="00452B60"/>
    <w:rsid w:val="00454934"/>
    <w:rsid w:val="00460D0D"/>
    <w:rsid w:val="00460F2C"/>
    <w:rsid w:val="00461FA8"/>
    <w:rsid w:val="004779FF"/>
    <w:rsid w:val="004847E8"/>
    <w:rsid w:val="004A6025"/>
    <w:rsid w:val="004A69DE"/>
    <w:rsid w:val="004B2B1B"/>
    <w:rsid w:val="004C4BE9"/>
    <w:rsid w:val="004D1932"/>
    <w:rsid w:val="004D3EB7"/>
    <w:rsid w:val="004F18E9"/>
    <w:rsid w:val="00501FBB"/>
    <w:rsid w:val="00502035"/>
    <w:rsid w:val="00506829"/>
    <w:rsid w:val="00514A98"/>
    <w:rsid w:val="00524C97"/>
    <w:rsid w:val="0053570F"/>
    <w:rsid w:val="005450F6"/>
    <w:rsid w:val="00551678"/>
    <w:rsid w:val="0055584D"/>
    <w:rsid w:val="00557FE2"/>
    <w:rsid w:val="00562A22"/>
    <w:rsid w:val="00562D10"/>
    <w:rsid w:val="005718C9"/>
    <w:rsid w:val="00572B2B"/>
    <w:rsid w:val="00572B65"/>
    <w:rsid w:val="005749DB"/>
    <w:rsid w:val="00581E28"/>
    <w:rsid w:val="0058415A"/>
    <w:rsid w:val="005B4C9F"/>
    <w:rsid w:val="005D46FC"/>
    <w:rsid w:val="005D5327"/>
    <w:rsid w:val="005E494F"/>
    <w:rsid w:val="005F5244"/>
    <w:rsid w:val="006035D3"/>
    <w:rsid w:val="0060685C"/>
    <w:rsid w:val="00612DE7"/>
    <w:rsid w:val="00615800"/>
    <w:rsid w:val="00615D1A"/>
    <w:rsid w:val="006201E3"/>
    <w:rsid w:val="00624896"/>
    <w:rsid w:val="00625623"/>
    <w:rsid w:val="00627EFB"/>
    <w:rsid w:val="00630AA9"/>
    <w:rsid w:val="00637DED"/>
    <w:rsid w:val="00670764"/>
    <w:rsid w:val="006710C0"/>
    <w:rsid w:val="0069063B"/>
    <w:rsid w:val="00691A38"/>
    <w:rsid w:val="00692AD3"/>
    <w:rsid w:val="006A3F0A"/>
    <w:rsid w:val="006D1704"/>
    <w:rsid w:val="006E3B2B"/>
    <w:rsid w:val="006E60E7"/>
    <w:rsid w:val="006E7E55"/>
    <w:rsid w:val="006F051B"/>
    <w:rsid w:val="006F560D"/>
    <w:rsid w:val="006F7305"/>
    <w:rsid w:val="00713051"/>
    <w:rsid w:val="00725D75"/>
    <w:rsid w:val="00734265"/>
    <w:rsid w:val="00734B0A"/>
    <w:rsid w:val="00740168"/>
    <w:rsid w:val="0074121C"/>
    <w:rsid w:val="007468F6"/>
    <w:rsid w:val="00746CCB"/>
    <w:rsid w:val="00752CF4"/>
    <w:rsid w:val="007572C8"/>
    <w:rsid w:val="007577CC"/>
    <w:rsid w:val="00773875"/>
    <w:rsid w:val="00774240"/>
    <w:rsid w:val="0078779B"/>
    <w:rsid w:val="00790544"/>
    <w:rsid w:val="00797E3D"/>
    <w:rsid w:val="007A4E8B"/>
    <w:rsid w:val="007A5D37"/>
    <w:rsid w:val="007B0F19"/>
    <w:rsid w:val="007B7C2F"/>
    <w:rsid w:val="007C33AD"/>
    <w:rsid w:val="007C74AE"/>
    <w:rsid w:val="007D1268"/>
    <w:rsid w:val="007E1AC0"/>
    <w:rsid w:val="007E53F4"/>
    <w:rsid w:val="007F650E"/>
    <w:rsid w:val="008037A7"/>
    <w:rsid w:val="008067DF"/>
    <w:rsid w:val="00813CC1"/>
    <w:rsid w:val="00816147"/>
    <w:rsid w:val="00816589"/>
    <w:rsid w:val="00817AB2"/>
    <w:rsid w:val="008400DC"/>
    <w:rsid w:val="0084275F"/>
    <w:rsid w:val="00846E2C"/>
    <w:rsid w:val="00850156"/>
    <w:rsid w:val="00851FC2"/>
    <w:rsid w:val="00852620"/>
    <w:rsid w:val="008578B3"/>
    <w:rsid w:val="00877578"/>
    <w:rsid w:val="0088228D"/>
    <w:rsid w:val="00884985"/>
    <w:rsid w:val="00890DFA"/>
    <w:rsid w:val="008A1F46"/>
    <w:rsid w:val="008A4251"/>
    <w:rsid w:val="008A5466"/>
    <w:rsid w:val="008B1E76"/>
    <w:rsid w:val="008B4C29"/>
    <w:rsid w:val="008C3C4F"/>
    <w:rsid w:val="008C45F5"/>
    <w:rsid w:val="008D0C6B"/>
    <w:rsid w:val="008D4E07"/>
    <w:rsid w:val="008D5529"/>
    <w:rsid w:val="008E2737"/>
    <w:rsid w:val="008F6353"/>
    <w:rsid w:val="00901CC5"/>
    <w:rsid w:val="00902753"/>
    <w:rsid w:val="0090379E"/>
    <w:rsid w:val="0090497D"/>
    <w:rsid w:val="00906C42"/>
    <w:rsid w:val="009106FC"/>
    <w:rsid w:val="009159DE"/>
    <w:rsid w:val="00916600"/>
    <w:rsid w:val="009303BE"/>
    <w:rsid w:val="00937CF9"/>
    <w:rsid w:val="00941FE1"/>
    <w:rsid w:val="00953EA6"/>
    <w:rsid w:val="009621C4"/>
    <w:rsid w:val="009656C1"/>
    <w:rsid w:val="00977C09"/>
    <w:rsid w:val="009809A8"/>
    <w:rsid w:val="00984DC7"/>
    <w:rsid w:val="00986557"/>
    <w:rsid w:val="00992930"/>
    <w:rsid w:val="009948B6"/>
    <w:rsid w:val="00996D87"/>
    <w:rsid w:val="009C090F"/>
    <w:rsid w:val="009C2C6F"/>
    <w:rsid w:val="009C5E1C"/>
    <w:rsid w:val="009D0882"/>
    <w:rsid w:val="009D0CE8"/>
    <w:rsid w:val="009D1820"/>
    <w:rsid w:val="009D388A"/>
    <w:rsid w:val="009D504B"/>
    <w:rsid w:val="009D5DF0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2D3F"/>
    <w:rsid w:val="00A24B2E"/>
    <w:rsid w:val="00A262CD"/>
    <w:rsid w:val="00A3723A"/>
    <w:rsid w:val="00A459F1"/>
    <w:rsid w:val="00A50312"/>
    <w:rsid w:val="00A52C0B"/>
    <w:rsid w:val="00A5359B"/>
    <w:rsid w:val="00A55EE6"/>
    <w:rsid w:val="00A746AA"/>
    <w:rsid w:val="00A77688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CC0"/>
    <w:rsid w:val="00AC6798"/>
    <w:rsid w:val="00AC7843"/>
    <w:rsid w:val="00AE6CE9"/>
    <w:rsid w:val="00AF0DB2"/>
    <w:rsid w:val="00AF7BB3"/>
    <w:rsid w:val="00B04115"/>
    <w:rsid w:val="00B16E82"/>
    <w:rsid w:val="00B21665"/>
    <w:rsid w:val="00B322E8"/>
    <w:rsid w:val="00B33886"/>
    <w:rsid w:val="00B477CD"/>
    <w:rsid w:val="00B50AB4"/>
    <w:rsid w:val="00B5160D"/>
    <w:rsid w:val="00B57594"/>
    <w:rsid w:val="00B608AF"/>
    <w:rsid w:val="00B76262"/>
    <w:rsid w:val="00B8634F"/>
    <w:rsid w:val="00B87623"/>
    <w:rsid w:val="00B87E91"/>
    <w:rsid w:val="00B91076"/>
    <w:rsid w:val="00B9529B"/>
    <w:rsid w:val="00BA7933"/>
    <w:rsid w:val="00BB0606"/>
    <w:rsid w:val="00BB367D"/>
    <w:rsid w:val="00BB4519"/>
    <w:rsid w:val="00BB79B8"/>
    <w:rsid w:val="00BC002B"/>
    <w:rsid w:val="00BC0DEA"/>
    <w:rsid w:val="00BC426E"/>
    <w:rsid w:val="00BE2B63"/>
    <w:rsid w:val="00BF2811"/>
    <w:rsid w:val="00BF4C92"/>
    <w:rsid w:val="00BF7DE5"/>
    <w:rsid w:val="00C0187A"/>
    <w:rsid w:val="00C06F93"/>
    <w:rsid w:val="00C11780"/>
    <w:rsid w:val="00C11EA2"/>
    <w:rsid w:val="00C23C6D"/>
    <w:rsid w:val="00C30332"/>
    <w:rsid w:val="00C30BB7"/>
    <w:rsid w:val="00C3404B"/>
    <w:rsid w:val="00C34EC1"/>
    <w:rsid w:val="00C57F21"/>
    <w:rsid w:val="00C664EB"/>
    <w:rsid w:val="00C72616"/>
    <w:rsid w:val="00C82165"/>
    <w:rsid w:val="00C843B2"/>
    <w:rsid w:val="00C93EE6"/>
    <w:rsid w:val="00C9672B"/>
    <w:rsid w:val="00C979DB"/>
    <w:rsid w:val="00CA56AC"/>
    <w:rsid w:val="00CC58FB"/>
    <w:rsid w:val="00CD0B80"/>
    <w:rsid w:val="00CD2710"/>
    <w:rsid w:val="00CD3209"/>
    <w:rsid w:val="00CF25B2"/>
    <w:rsid w:val="00CF3BA3"/>
    <w:rsid w:val="00D05EAF"/>
    <w:rsid w:val="00D10002"/>
    <w:rsid w:val="00D16467"/>
    <w:rsid w:val="00D209B9"/>
    <w:rsid w:val="00D21DE3"/>
    <w:rsid w:val="00D22881"/>
    <w:rsid w:val="00D5776A"/>
    <w:rsid w:val="00D60093"/>
    <w:rsid w:val="00D6365C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DF1982"/>
    <w:rsid w:val="00DF4F0E"/>
    <w:rsid w:val="00DF728F"/>
    <w:rsid w:val="00E01600"/>
    <w:rsid w:val="00E04364"/>
    <w:rsid w:val="00E14E28"/>
    <w:rsid w:val="00E14E3B"/>
    <w:rsid w:val="00E14F52"/>
    <w:rsid w:val="00E22E60"/>
    <w:rsid w:val="00E42489"/>
    <w:rsid w:val="00E43DC4"/>
    <w:rsid w:val="00E46CBF"/>
    <w:rsid w:val="00E67477"/>
    <w:rsid w:val="00EA6DDF"/>
    <w:rsid w:val="00EB0F53"/>
    <w:rsid w:val="00EB3CBE"/>
    <w:rsid w:val="00EC3400"/>
    <w:rsid w:val="00EC70A7"/>
    <w:rsid w:val="00EE751C"/>
    <w:rsid w:val="00EF0397"/>
    <w:rsid w:val="00EF0FB8"/>
    <w:rsid w:val="00EF2339"/>
    <w:rsid w:val="00F010B8"/>
    <w:rsid w:val="00F0419D"/>
    <w:rsid w:val="00F10E5E"/>
    <w:rsid w:val="00F176CA"/>
    <w:rsid w:val="00F30D6F"/>
    <w:rsid w:val="00F356F9"/>
    <w:rsid w:val="00F42566"/>
    <w:rsid w:val="00F71032"/>
    <w:rsid w:val="00F728BD"/>
    <w:rsid w:val="00F8077E"/>
    <w:rsid w:val="00F970AB"/>
    <w:rsid w:val="00FA0ED7"/>
    <w:rsid w:val="00FB0960"/>
    <w:rsid w:val="00FB2361"/>
    <w:rsid w:val="00FB37E6"/>
    <w:rsid w:val="00FB41E2"/>
    <w:rsid w:val="00FC1393"/>
    <w:rsid w:val="00FC213E"/>
    <w:rsid w:val="00FC3DDB"/>
    <w:rsid w:val="00FC4AC7"/>
    <w:rsid w:val="00FD2AD1"/>
    <w:rsid w:val="00FD63B9"/>
    <w:rsid w:val="00FE59F2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18D7"/>
  <w15:docId w15:val="{27548ABA-C75D-4C36-B106-0C8EB972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D21D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1DE3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acznik">
    <w:name w:val="Załącznik"/>
    <w:basedOn w:val="Normalny"/>
    <w:next w:val="Normalny"/>
    <w:autoRedefine/>
    <w:rsid w:val="005749DB"/>
    <w:pPr>
      <w:shd w:val="pct5" w:color="auto" w:fill="auto"/>
      <w:spacing w:after="0" w:line="240" w:lineRule="auto"/>
      <w:jc w:val="center"/>
    </w:pPr>
    <w:rPr>
      <w:rFonts w:eastAsia="Times New Roman" w:cs="Times New Roman"/>
      <w:b/>
      <w:iCs/>
      <w:color w:val="000000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B3388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3388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YTA~1.MAR\AppData\Local\Temp\Rar$DIa0.356\PH-HB-P01-F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45614-7D68-4649-8C76-CB5AB28C95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73510F-D380-45F8-AB3D-5FE468546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0E102-D235-407B-BBA6-B3A9FE16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1EF8A-DF9E-49F5-A510-C3C129CC8C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PH-HB-P01-F01</Template>
  <TotalTime>49</TotalTime>
  <Pages>2</Pages>
  <Words>479</Words>
  <Characters>2827</Characters>
  <Application>Microsoft Office Word</Application>
  <DocSecurity>0</DocSecurity>
  <Lines>235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</vt:lpstr>
    </vt:vector>
  </TitlesOfParts>
  <Company>Nr procedury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</dc:title>
  <dc:subject>do Procedury rekrutacji pracowników w Operatorze Gazociągów Przesyłowych 
GAZ-SYSTEM S.A.</dc:subject>
  <dc:creator>Marek Edyta</dc:creator>
  <cp:keywords>Wydanie 1</cp:keywords>
  <cp:lastModifiedBy>Zawadzka Anna</cp:lastModifiedBy>
  <cp:revision>17</cp:revision>
  <cp:lastPrinted>2021-07-01T09:26:00Z</cp:lastPrinted>
  <dcterms:created xsi:type="dcterms:W3CDTF">2022-05-16T09:45:00Z</dcterms:created>
  <dcterms:modified xsi:type="dcterms:W3CDTF">2023-06-28T12:02:00Z</dcterms:modified>
  <cp:category>Wersja 1</cp:category>
  <cp:contentStatus>PL-DK-P01-F01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